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199" w:rsidRPr="00F805FE" w:rsidRDefault="00061199">
      <w:pPr>
        <w:pStyle w:val="Title"/>
        <w:rPr>
          <w:b/>
          <w:bCs/>
          <w:sz w:val="21"/>
          <w:szCs w:val="21"/>
        </w:rPr>
      </w:pPr>
      <w:r w:rsidRPr="00F805FE">
        <w:rPr>
          <w:b/>
          <w:bCs/>
          <w:sz w:val="21"/>
          <w:szCs w:val="21"/>
        </w:rPr>
        <w:t>TARIM İŞLETMELERİ GENEL MÜDÜRLÜĞÜ</w:t>
      </w:r>
    </w:p>
    <w:p w:rsidR="00061199" w:rsidRPr="00F805FE" w:rsidRDefault="00061199">
      <w:pPr>
        <w:jc w:val="center"/>
        <w:rPr>
          <w:b/>
          <w:bCs/>
          <w:sz w:val="21"/>
          <w:szCs w:val="21"/>
        </w:rPr>
      </w:pPr>
      <w:r w:rsidRPr="00F805FE">
        <w:rPr>
          <w:b/>
          <w:bCs/>
          <w:sz w:val="21"/>
          <w:szCs w:val="21"/>
        </w:rPr>
        <w:t>CEYLANPINAR TARIM İŞLETMESİ MÜDÜRLÜĞÜ</w:t>
      </w:r>
    </w:p>
    <w:p w:rsidR="00061199" w:rsidRPr="00F805FE" w:rsidRDefault="00061199">
      <w:pPr>
        <w:jc w:val="center"/>
        <w:rPr>
          <w:sz w:val="21"/>
          <w:szCs w:val="21"/>
        </w:rPr>
      </w:pPr>
      <w:r w:rsidRPr="00F805FE">
        <w:rPr>
          <w:b/>
          <w:bCs/>
          <w:sz w:val="21"/>
          <w:szCs w:val="21"/>
        </w:rPr>
        <w:t xml:space="preserve">                                                </w:t>
      </w:r>
      <w:r w:rsidRPr="00F805FE">
        <w:rPr>
          <w:b/>
          <w:bCs/>
          <w:sz w:val="21"/>
          <w:szCs w:val="21"/>
          <w:u w:val="single"/>
        </w:rPr>
        <w:t>Ceylanpınar / ŞANLIURFA</w:t>
      </w:r>
    </w:p>
    <w:p w:rsidR="00061199" w:rsidRPr="00F805FE" w:rsidRDefault="00061199">
      <w:pPr>
        <w:rPr>
          <w:sz w:val="21"/>
          <w:szCs w:val="21"/>
        </w:rPr>
      </w:pPr>
    </w:p>
    <w:p w:rsidR="00061199" w:rsidRPr="00F805FE" w:rsidRDefault="00061199">
      <w:pPr>
        <w:jc w:val="center"/>
        <w:rPr>
          <w:b/>
          <w:bCs/>
          <w:sz w:val="21"/>
          <w:szCs w:val="21"/>
          <w:u w:val="single"/>
        </w:rPr>
      </w:pPr>
      <w:r w:rsidRPr="00F805FE">
        <w:rPr>
          <w:b/>
          <w:bCs/>
          <w:sz w:val="21"/>
          <w:szCs w:val="21"/>
          <w:u w:val="single"/>
        </w:rPr>
        <w:t>İ</w:t>
      </w:r>
      <w:r w:rsidRPr="00F805FE">
        <w:rPr>
          <w:b/>
          <w:bCs/>
          <w:sz w:val="21"/>
          <w:szCs w:val="21"/>
          <w:u w:val="single"/>
        </w:rPr>
        <w:tab/>
        <w:t>L</w:t>
      </w:r>
      <w:r w:rsidRPr="00F805FE">
        <w:rPr>
          <w:b/>
          <w:bCs/>
          <w:sz w:val="21"/>
          <w:szCs w:val="21"/>
          <w:u w:val="single"/>
        </w:rPr>
        <w:tab/>
        <w:t>A</w:t>
      </w:r>
      <w:r w:rsidRPr="00F805FE">
        <w:rPr>
          <w:b/>
          <w:bCs/>
          <w:sz w:val="21"/>
          <w:szCs w:val="21"/>
          <w:u w:val="single"/>
        </w:rPr>
        <w:tab/>
        <w:t>N</w:t>
      </w:r>
    </w:p>
    <w:p w:rsidR="00061199" w:rsidRPr="00F805FE" w:rsidRDefault="00061199">
      <w:pPr>
        <w:jc w:val="center"/>
        <w:rPr>
          <w:b/>
          <w:bCs/>
          <w:sz w:val="21"/>
          <w:szCs w:val="21"/>
          <w:u w:val="single"/>
        </w:rPr>
      </w:pPr>
    </w:p>
    <w:p w:rsidR="00061199" w:rsidRPr="00F805FE" w:rsidRDefault="00061199" w:rsidP="00817770">
      <w:pPr>
        <w:jc w:val="both"/>
        <w:rPr>
          <w:sz w:val="21"/>
          <w:szCs w:val="21"/>
        </w:rPr>
      </w:pPr>
      <w:r w:rsidRPr="00F805FE">
        <w:rPr>
          <w:sz w:val="21"/>
          <w:szCs w:val="21"/>
        </w:rPr>
        <w:tab/>
      </w:r>
      <w:r w:rsidRPr="00F805FE">
        <w:rPr>
          <w:b/>
          <w:bCs/>
          <w:sz w:val="21"/>
          <w:szCs w:val="21"/>
        </w:rPr>
        <w:t>1-</w:t>
      </w:r>
      <w:r w:rsidRPr="00F805FE">
        <w:rPr>
          <w:sz w:val="21"/>
          <w:szCs w:val="21"/>
        </w:rPr>
        <w:t xml:space="preserve"> İşletmemiz istihsali;</w:t>
      </w:r>
      <w:r>
        <w:rPr>
          <w:sz w:val="21"/>
          <w:szCs w:val="21"/>
        </w:rPr>
        <w:t xml:space="preserve"> Beyazkule</w:t>
      </w:r>
      <w:r w:rsidRPr="00F805FE">
        <w:rPr>
          <w:color w:val="FF0000"/>
          <w:sz w:val="21"/>
          <w:szCs w:val="21"/>
        </w:rPr>
        <w:t xml:space="preserve"> </w:t>
      </w:r>
      <w:r w:rsidRPr="002F2C1E">
        <w:rPr>
          <w:sz w:val="21"/>
          <w:szCs w:val="21"/>
        </w:rPr>
        <w:t xml:space="preserve">ve Gümüşsu işletmelerimizde bulunan </w:t>
      </w:r>
      <w:r w:rsidRPr="002F2C1E">
        <w:rPr>
          <w:b/>
          <w:bCs/>
          <w:color w:val="000000"/>
          <w:sz w:val="21"/>
          <w:szCs w:val="21"/>
        </w:rPr>
        <w:t>1.517,85</w:t>
      </w:r>
      <w:r w:rsidRPr="002F2C1E">
        <w:rPr>
          <w:sz w:val="21"/>
          <w:szCs w:val="21"/>
        </w:rPr>
        <w:t xml:space="preserve"> </w:t>
      </w:r>
      <w:r w:rsidRPr="002F2C1E">
        <w:rPr>
          <w:b/>
          <w:bCs/>
          <w:sz w:val="21"/>
          <w:szCs w:val="21"/>
        </w:rPr>
        <w:t>Ton Sellektör Altı Kırık Mercimek ve 107,05 Ton</w:t>
      </w:r>
      <w:r w:rsidRPr="002F2C1E">
        <w:rPr>
          <w:sz w:val="21"/>
          <w:szCs w:val="21"/>
        </w:rPr>
        <w:t xml:space="preserve"> </w:t>
      </w:r>
      <w:r w:rsidRPr="002F2C1E">
        <w:rPr>
          <w:b/>
          <w:bCs/>
          <w:sz w:val="21"/>
          <w:szCs w:val="21"/>
        </w:rPr>
        <w:t>Soya</w:t>
      </w:r>
      <w:r w:rsidRPr="00F805FE">
        <w:rPr>
          <w:color w:val="000000"/>
          <w:sz w:val="21"/>
          <w:szCs w:val="21"/>
        </w:rPr>
        <w:t xml:space="preserve"> </w:t>
      </w:r>
      <w:r>
        <w:rPr>
          <w:color w:val="000000"/>
          <w:sz w:val="21"/>
          <w:szCs w:val="21"/>
        </w:rPr>
        <w:t>12</w:t>
      </w:r>
      <w:r w:rsidRPr="00F805FE">
        <w:rPr>
          <w:color w:val="000000"/>
          <w:sz w:val="21"/>
          <w:szCs w:val="21"/>
        </w:rPr>
        <w:t xml:space="preserve"> parti halinde</w:t>
      </w:r>
      <w:r w:rsidRPr="00F805FE">
        <w:rPr>
          <w:sz w:val="21"/>
          <w:szCs w:val="21"/>
        </w:rPr>
        <w:t xml:space="preserve">, peşin bedelle ve açık artırma usulü ile satılacaktır. </w:t>
      </w:r>
    </w:p>
    <w:p w:rsidR="00061199" w:rsidRDefault="00061199" w:rsidP="00930A4A">
      <w:pPr>
        <w:ind w:firstLine="708"/>
        <w:jc w:val="both"/>
        <w:rPr>
          <w:sz w:val="21"/>
          <w:szCs w:val="21"/>
        </w:rPr>
      </w:pPr>
      <w:r>
        <w:rPr>
          <w:sz w:val="21"/>
          <w:szCs w:val="21"/>
        </w:rPr>
        <w:t>Muhammen Fiyat</w:t>
      </w:r>
      <w:r w:rsidRPr="00F805FE">
        <w:rPr>
          <w:sz w:val="21"/>
          <w:szCs w:val="21"/>
        </w:rPr>
        <w:t>:</w:t>
      </w:r>
      <w:r>
        <w:rPr>
          <w:sz w:val="21"/>
          <w:szCs w:val="21"/>
        </w:rPr>
        <w:t xml:space="preserve"> Sellektör Altı Kırık Mercimek için 900,00 TL/Ton</w:t>
      </w:r>
    </w:p>
    <w:p w:rsidR="00061199" w:rsidRDefault="00061199" w:rsidP="00FC3151">
      <w:pPr>
        <w:tabs>
          <w:tab w:val="left" w:pos="2307"/>
        </w:tabs>
        <w:ind w:firstLine="708"/>
        <w:jc w:val="both"/>
        <w:rPr>
          <w:sz w:val="21"/>
          <w:szCs w:val="21"/>
        </w:rPr>
      </w:pPr>
      <w:r>
        <w:rPr>
          <w:sz w:val="21"/>
          <w:szCs w:val="21"/>
        </w:rPr>
        <w:tab/>
        <w:t>Sellektör Altı Kırık Mercimek(Buğdaylı) için 800,00 TL/Ton</w:t>
      </w:r>
    </w:p>
    <w:p w:rsidR="00061199" w:rsidRPr="00F805FE" w:rsidRDefault="00061199" w:rsidP="00FC3151">
      <w:pPr>
        <w:tabs>
          <w:tab w:val="left" w:pos="2307"/>
        </w:tabs>
        <w:ind w:firstLine="708"/>
        <w:jc w:val="both"/>
        <w:rPr>
          <w:sz w:val="21"/>
          <w:szCs w:val="21"/>
        </w:rPr>
      </w:pPr>
      <w:r>
        <w:rPr>
          <w:sz w:val="21"/>
          <w:szCs w:val="21"/>
        </w:rPr>
        <w:tab/>
        <w:t>Mahsul Soya için 1.300,00 TL/Ton’dur.</w:t>
      </w:r>
    </w:p>
    <w:p w:rsidR="00061199" w:rsidRPr="00F805FE" w:rsidRDefault="00061199" w:rsidP="007B6389">
      <w:pPr>
        <w:jc w:val="both"/>
        <w:rPr>
          <w:sz w:val="21"/>
          <w:szCs w:val="21"/>
        </w:rPr>
      </w:pPr>
      <w:r w:rsidRPr="00F805FE">
        <w:rPr>
          <w:b/>
          <w:bCs/>
          <w:sz w:val="21"/>
          <w:szCs w:val="21"/>
        </w:rPr>
        <w:tab/>
        <w:t>2-</w:t>
      </w:r>
      <w:r w:rsidRPr="00F805FE">
        <w:rPr>
          <w:sz w:val="21"/>
          <w:szCs w:val="21"/>
        </w:rPr>
        <w:t xml:space="preserve"> İhale;</w:t>
      </w:r>
      <w:r w:rsidRPr="00F805FE">
        <w:rPr>
          <w:b/>
          <w:bCs/>
          <w:color w:val="0000FF"/>
          <w:sz w:val="21"/>
          <w:szCs w:val="21"/>
        </w:rPr>
        <w:t xml:space="preserve"> </w:t>
      </w:r>
      <w:r>
        <w:rPr>
          <w:b/>
          <w:bCs/>
          <w:color w:val="000000"/>
          <w:sz w:val="21"/>
          <w:szCs w:val="21"/>
        </w:rPr>
        <w:t>07</w:t>
      </w:r>
      <w:r w:rsidRPr="00F805FE">
        <w:rPr>
          <w:b/>
          <w:bCs/>
          <w:color w:val="000000"/>
          <w:sz w:val="21"/>
          <w:szCs w:val="21"/>
        </w:rPr>
        <w:t>/0</w:t>
      </w:r>
      <w:r>
        <w:rPr>
          <w:b/>
          <w:bCs/>
          <w:color w:val="000000"/>
          <w:sz w:val="21"/>
          <w:szCs w:val="21"/>
        </w:rPr>
        <w:t>4</w:t>
      </w:r>
      <w:r w:rsidRPr="00F805FE">
        <w:rPr>
          <w:b/>
          <w:bCs/>
          <w:color w:val="000000"/>
          <w:sz w:val="21"/>
          <w:szCs w:val="21"/>
        </w:rPr>
        <w:t>/2014</w:t>
      </w:r>
      <w:r w:rsidRPr="00F805FE">
        <w:rPr>
          <w:b/>
          <w:bCs/>
          <w:color w:val="FF0000"/>
          <w:sz w:val="21"/>
          <w:szCs w:val="21"/>
        </w:rPr>
        <w:t xml:space="preserve"> </w:t>
      </w:r>
      <w:r w:rsidRPr="00F805FE">
        <w:rPr>
          <w:sz w:val="21"/>
          <w:szCs w:val="21"/>
        </w:rPr>
        <w:t xml:space="preserve">günü saat </w:t>
      </w:r>
      <w:r w:rsidRPr="00F805FE">
        <w:rPr>
          <w:b/>
          <w:bCs/>
          <w:sz w:val="21"/>
          <w:szCs w:val="21"/>
        </w:rPr>
        <w:t>10.</w:t>
      </w:r>
      <w:r w:rsidRPr="00F805FE">
        <w:rPr>
          <w:b/>
          <w:bCs/>
          <w:sz w:val="21"/>
          <w:szCs w:val="21"/>
          <w:u w:val="single"/>
          <w:vertAlign w:val="superscript"/>
        </w:rPr>
        <w:t>00</w:t>
      </w:r>
      <w:r w:rsidRPr="00F805FE">
        <w:rPr>
          <w:b/>
          <w:bCs/>
          <w:sz w:val="21"/>
          <w:szCs w:val="21"/>
        </w:rPr>
        <w:t>’da</w:t>
      </w:r>
      <w:r w:rsidRPr="00F805FE">
        <w:rPr>
          <w:sz w:val="21"/>
          <w:szCs w:val="21"/>
        </w:rPr>
        <w:t xml:space="preserve"> Şanlıurfa Ticaret Borsasında </w:t>
      </w:r>
      <w:r w:rsidRPr="00F805FE">
        <w:rPr>
          <w:b/>
          <w:bCs/>
          <w:color w:val="000000"/>
          <w:sz w:val="21"/>
          <w:szCs w:val="21"/>
        </w:rPr>
        <w:t>(Ticaret</w:t>
      </w:r>
      <w:r w:rsidRPr="00F805FE">
        <w:rPr>
          <w:color w:val="000000"/>
          <w:sz w:val="21"/>
          <w:szCs w:val="21"/>
        </w:rPr>
        <w:t xml:space="preserve"> </w:t>
      </w:r>
      <w:r w:rsidRPr="00F805FE">
        <w:rPr>
          <w:b/>
          <w:bCs/>
          <w:color w:val="000000"/>
          <w:sz w:val="21"/>
          <w:szCs w:val="21"/>
        </w:rPr>
        <w:t>Borsası Buğday</w:t>
      </w:r>
      <w:r w:rsidRPr="00F805FE">
        <w:rPr>
          <w:b/>
          <w:bCs/>
          <w:color w:val="FF0000"/>
          <w:sz w:val="21"/>
          <w:szCs w:val="21"/>
        </w:rPr>
        <w:t xml:space="preserve"> </w:t>
      </w:r>
      <w:r w:rsidRPr="00F805FE">
        <w:rPr>
          <w:b/>
          <w:bCs/>
          <w:color w:val="000000"/>
          <w:sz w:val="21"/>
          <w:szCs w:val="21"/>
        </w:rPr>
        <w:t>Pazarı Şubesi Satış Salonunda</w:t>
      </w:r>
      <w:r w:rsidRPr="00F805FE">
        <w:rPr>
          <w:color w:val="000000"/>
          <w:sz w:val="21"/>
          <w:szCs w:val="21"/>
        </w:rPr>
        <w:t>)</w:t>
      </w:r>
      <w:r w:rsidRPr="00F805FE">
        <w:rPr>
          <w:color w:val="FF0000"/>
          <w:sz w:val="21"/>
          <w:szCs w:val="21"/>
        </w:rPr>
        <w:t xml:space="preserve"> </w:t>
      </w:r>
      <w:r w:rsidRPr="00F805FE">
        <w:rPr>
          <w:sz w:val="21"/>
          <w:szCs w:val="21"/>
        </w:rPr>
        <w:t xml:space="preserve">yapılacaktır. Bu ihalede satış gerçekleşmez veya verilen fiyatlar uygun görülmez ise İhale </w:t>
      </w:r>
      <w:r>
        <w:rPr>
          <w:b/>
          <w:bCs/>
          <w:color w:val="000000"/>
          <w:sz w:val="21"/>
          <w:szCs w:val="21"/>
        </w:rPr>
        <w:t>14</w:t>
      </w:r>
      <w:r w:rsidRPr="00F805FE">
        <w:rPr>
          <w:b/>
          <w:bCs/>
          <w:color w:val="000000"/>
          <w:sz w:val="21"/>
          <w:szCs w:val="21"/>
        </w:rPr>
        <w:t>/0</w:t>
      </w:r>
      <w:r>
        <w:rPr>
          <w:b/>
          <w:bCs/>
          <w:color w:val="000000"/>
          <w:sz w:val="21"/>
          <w:szCs w:val="21"/>
        </w:rPr>
        <w:t>4</w:t>
      </w:r>
      <w:r w:rsidRPr="00F805FE">
        <w:rPr>
          <w:b/>
          <w:bCs/>
          <w:color w:val="000000"/>
          <w:sz w:val="21"/>
          <w:szCs w:val="21"/>
        </w:rPr>
        <w:t>/2014</w:t>
      </w:r>
      <w:r w:rsidRPr="00F805FE">
        <w:rPr>
          <w:b/>
          <w:bCs/>
          <w:color w:val="FF0000"/>
          <w:sz w:val="21"/>
          <w:szCs w:val="21"/>
        </w:rPr>
        <w:t xml:space="preserve"> </w:t>
      </w:r>
      <w:r w:rsidRPr="00F805FE">
        <w:rPr>
          <w:sz w:val="21"/>
          <w:szCs w:val="21"/>
        </w:rPr>
        <w:t>tarihinde aynı yer ve saatte tekrar edilecektir.</w:t>
      </w:r>
    </w:p>
    <w:p w:rsidR="00061199" w:rsidRPr="00F805FE" w:rsidRDefault="00061199" w:rsidP="00930A4A">
      <w:pPr>
        <w:jc w:val="both"/>
        <w:rPr>
          <w:b/>
          <w:bCs/>
          <w:sz w:val="21"/>
          <w:szCs w:val="21"/>
        </w:rPr>
      </w:pPr>
      <w:r w:rsidRPr="00F805FE">
        <w:rPr>
          <w:sz w:val="21"/>
          <w:szCs w:val="21"/>
        </w:rPr>
        <w:tab/>
      </w:r>
      <w:r w:rsidRPr="00F805FE">
        <w:rPr>
          <w:b/>
          <w:bCs/>
          <w:sz w:val="21"/>
          <w:szCs w:val="21"/>
        </w:rPr>
        <w:t>3-</w:t>
      </w:r>
      <w:r w:rsidRPr="00F805FE">
        <w:rPr>
          <w:sz w:val="21"/>
          <w:szCs w:val="21"/>
        </w:rPr>
        <w:t xml:space="preserve"> İhaleye ait geçici teminat </w:t>
      </w:r>
      <w:r w:rsidRPr="00F805FE">
        <w:rPr>
          <w:b/>
          <w:bCs/>
          <w:sz w:val="21"/>
          <w:szCs w:val="21"/>
        </w:rPr>
        <w:t>% 5</w:t>
      </w:r>
      <w:r w:rsidRPr="00F805FE">
        <w:rPr>
          <w:sz w:val="21"/>
          <w:szCs w:val="21"/>
        </w:rPr>
        <w:t xml:space="preserve"> olup ihalenin başlayacağı saate kadar Şanlıurfa Ticaret Borsasına teslim edileceği gibi İşletmemizin T.C.Ziraat Bankası Ceylanpınar şubesi nezdindeki </w:t>
      </w:r>
      <w:r w:rsidRPr="00F805FE">
        <w:rPr>
          <w:b/>
          <w:bCs/>
          <w:sz w:val="21"/>
          <w:szCs w:val="21"/>
        </w:rPr>
        <w:t>İBAN NO:TR29 0001 0005 8805 9943 7852 31 nolu hesabına ve Halkbank Ceylanpınar şubesi İBAN NO:TR95 0001 2001 5280 0013 0000 01 nolu hesabına da yatırılabilir. İhale başladıktan sonra Teminat alınmayacağından, Geçici teminatların ihale başlamadan önce yatırılması şarttır.</w:t>
      </w:r>
    </w:p>
    <w:p w:rsidR="00061199" w:rsidRPr="00F805FE" w:rsidRDefault="00061199">
      <w:pPr>
        <w:jc w:val="both"/>
        <w:rPr>
          <w:sz w:val="21"/>
          <w:szCs w:val="21"/>
        </w:rPr>
      </w:pPr>
      <w:r w:rsidRPr="00F805FE">
        <w:rPr>
          <w:sz w:val="21"/>
          <w:szCs w:val="21"/>
        </w:rPr>
        <w:tab/>
      </w:r>
      <w:r w:rsidRPr="00F805FE">
        <w:rPr>
          <w:b/>
          <w:bCs/>
          <w:sz w:val="21"/>
          <w:szCs w:val="21"/>
        </w:rPr>
        <w:t>4-</w:t>
      </w:r>
      <w:r w:rsidRPr="00F805FE">
        <w:rPr>
          <w:sz w:val="21"/>
          <w:szCs w:val="21"/>
        </w:rPr>
        <w:t xml:space="preserve"> İhale konusu mahsule ait numuneler Şanlıurfa Ticaret Borsası Eksperlerince alınacak olup, Ticaret Borsasında görülebilir. İhaleye iştirak edecek müşteriler İhaleden önce satın alacağı malı İşletmemiz ambarlarında yığında görebilir veya ihale tarihinden önce Şanlıurfa Ticaret Borsası Eksperleri ile irtibat kurarak, eksperler ile aynı gün İşletmeye gelerek Eksperlere ayrıca numune aldırabileceklerdir. İhaleye iştirak eden müşteriler malı yığında görmüş ve aynen kabul etmiş sayılırlar. Satıştan sonra mal hakkında yapılacak itirazlar kabul edilmeyecektir.</w:t>
      </w:r>
    </w:p>
    <w:p w:rsidR="00061199" w:rsidRPr="00F805FE" w:rsidRDefault="00061199">
      <w:pPr>
        <w:jc w:val="both"/>
        <w:rPr>
          <w:sz w:val="21"/>
          <w:szCs w:val="21"/>
        </w:rPr>
      </w:pPr>
      <w:r w:rsidRPr="00F805FE">
        <w:rPr>
          <w:sz w:val="21"/>
          <w:szCs w:val="21"/>
        </w:rPr>
        <w:tab/>
      </w:r>
      <w:r w:rsidRPr="00F805FE">
        <w:rPr>
          <w:b/>
          <w:bCs/>
          <w:sz w:val="21"/>
          <w:szCs w:val="21"/>
        </w:rPr>
        <w:t>5-</w:t>
      </w:r>
      <w:r w:rsidRPr="00F805FE">
        <w:rPr>
          <w:sz w:val="21"/>
          <w:szCs w:val="21"/>
        </w:rPr>
        <w:t xml:space="preserve"> İhaleye iştirak eden müşteriler bir partiye iştirak edebilecekleri gibi, diledikleri sayıda partiye de teminatlarını yatırmak kaydıyla iştirak edebilirler.</w:t>
      </w:r>
    </w:p>
    <w:p w:rsidR="00061199" w:rsidRPr="00F805FE" w:rsidRDefault="00061199">
      <w:pPr>
        <w:jc w:val="both"/>
        <w:rPr>
          <w:sz w:val="21"/>
          <w:szCs w:val="21"/>
        </w:rPr>
      </w:pPr>
      <w:r w:rsidRPr="00F805FE">
        <w:rPr>
          <w:sz w:val="21"/>
          <w:szCs w:val="21"/>
        </w:rPr>
        <w:tab/>
      </w:r>
      <w:r w:rsidRPr="00F805FE">
        <w:rPr>
          <w:b/>
          <w:bCs/>
          <w:sz w:val="21"/>
          <w:szCs w:val="21"/>
        </w:rPr>
        <w:t>6-</w:t>
      </w:r>
      <w:r w:rsidRPr="00F805FE">
        <w:rPr>
          <w:sz w:val="21"/>
          <w:szCs w:val="21"/>
        </w:rPr>
        <w:t xml:space="preserve"> İhaleye katılacak müşteriler ihaleye gelirlerken yanlarında kanuni ikametgâhlarını, geçici teminatlarını, vergi levhaları veya ilgili belgelerini, tüzel kişi olması halinde gerekli yetki belgelerinin ve imza sirkülerini, Ticaret odası, Sanayi Odası veya ilgili meslek kuruluşuna kayıtlı olduklarının ve hâlihazırda faaliyette olduklarına dair ihalenin yapıldığı yıl içerisinde alınmış belgelerini ibraz etmek üzere yanlarında getireceklerdir.</w:t>
      </w:r>
    </w:p>
    <w:p w:rsidR="00061199" w:rsidRPr="00F805FE" w:rsidRDefault="00061199">
      <w:pPr>
        <w:jc w:val="both"/>
        <w:rPr>
          <w:sz w:val="21"/>
          <w:szCs w:val="21"/>
        </w:rPr>
      </w:pPr>
      <w:r w:rsidRPr="00F805FE">
        <w:rPr>
          <w:sz w:val="21"/>
          <w:szCs w:val="21"/>
        </w:rPr>
        <w:tab/>
      </w:r>
      <w:r>
        <w:rPr>
          <w:b/>
          <w:bCs/>
          <w:sz w:val="21"/>
          <w:szCs w:val="21"/>
        </w:rPr>
        <w:t>7</w:t>
      </w:r>
      <w:r w:rsidRPr="00F805FE">
        <w:rPr>
          <w:sz w:val="21"/>
          <w:szCs w:val="21"/>
        </w:rPr>
        <w:t xml:space="preserve">- İhalede üzerinde mal kalan müşteri malını şartnamede belirtilen süre içerisinde teslim alacak olup, mal bedelini yatırmış olsa dahi süresi içerisinde teslim alınmayan maldan İşletmemiz sorumlu değildir. Hiçbir mücbir sebep olmadığı halde müşteri malını belirtilen sürede kaldırmadığı takdirde müşterinin malında oluşacak zarar ziyandan (Doğal afet, yangın, sel basması, kızışma, küflenme, çürüme, haşere zararı vs.) İşletmemiz sorumlu olmayacağı gibi belirtilen sürede çekilmeyen mal için mahsul depolama ücreti olarak günlük </w:t>
      </w:r>
      <w:r w:rsidRPr="00F805FE">
        <w:rPr>
          <w:color w:val="000000"/>
          <w:sz w:val="21"/>
          <w:szCs w:val="21"/>
        </w:rPr>
        <w:t>25 Kuruş/Ton</w:t>
      </w:r>
      <w:r w:rsidRPr="00F805FE">
        <w:rPr>
          <w:sz w:val="21"/>
          <w:szCs w:val="21"/>
        </w:rPr>
        <w:t xml:space="preserve"> gecikme bedeli alınacaktır. Yüklemelerde karayolları tüzüğü ve kamyon ruhsat tonajı dikkate alınarak mahsul teslim edilecek olup, bu duruma müşteriler itiraz edemezler. İhaleye iştirak eden müşteriler konuya ilişkin şartnameyi okumuş ve aynen kabul etmiş sayılırlar.</w:t>
      </w:r>
    </w:p>
    <w:p w:rsidR="00061199" w:rsidRPr="00F805FE" w:rsidRDefault="00061199">
      <w:pPr>
        <w:jc w:val="both"/>
        <w:rPr>
          <w:sz w:val="21"/>
          <w:szCs w:val="21"/>
        </w:rPr>
      </w:pPr>
      <w:r w:rsidRPr="00F805FE">
        <w:rPr>
          <w:sz w:val="21"/>
          <w:szCs w:val="21"/>
        </w:rPr>
        <w:tab/>
      </w:r>
      <w:r>
        <w:rPr>
          <w:b/>
          <w:bCs/>
          <w:sz w:val="21"/>
          <w:szCs w:val="21"/>
        </w:rPr>
        <w:t>8</w:t>
      </w:r>
      <w:r w:rsidRPr="00F805FE">
        <w:rPr>
          <w:b/>
          <w:bCs/>
          <w:sz w:val="21"/>
          <w:szCs w:val="21"/>
        </w:rPr>
        <w:t>-</w:t>
      </w:r>
      <w:r w:rsidRPr="00F805FE">
        <w:rPr>
          <w:sz w:val="21"/>
          <w:szCs w:val="21"/>
        </w:rPr>
        <w:t xml:space="preserve"> Bu işe ait şartname Tarım İşletmeleri Genel Müdürlüğü (Karanfil Sokak No:62 Bakanlıklar / ANKARA) ile Şanlıurfa, Gaziantep, Diyarbakır, Adana, Ankara, Elazığ, Mersin, Konya, Bursa, İstanbul, Edirne, Polatlı, Eskişehir, Çorum Ticaret Borsası Başkanlıkları, Türkiye Un Sanayicileri Federasyonu, Türkiye Makarna Sanayicileri Derneği,Güneydoğu Un sanayicileri Derneği ile Gaziantep, Mersin İhracatçılar Birliği Başkanlıklarında ve İşletmemizde görülebilir. Ayrıca İşletmemizin 414–471 4974 (5 Hat) telefonlarından ve 414–471 4378 / 471 5228 nolu fakslardan geniş bilgi edinebilirler.</w:t>
      </w:r>
    </w:p>
    <w:p w:rsidR="00061199" w:rsidRPr="00F805FE" w:rsidRDefault="00061199">
      <w:pPr>
        <w:jc w:val="both"/>
        <w:rPr>
          <w:sz w:val="21"/>
          <w:szCs w:val="21"/>
        </w:rPr>
      </w:pPr>
      <w:r>
        <w:rPr>
          <w:b/>
          <w:bCs/>
          <w:sz w:val="21"/>
          <w:szCs w:val="21"/>
        </w:rPr>
        <w:t xml:space="preserve">              9</w:t>
      </w:r>
      <w:r w:rsidRPr="00F805FE">
        <w:rPr>
          <w:b/>
          <w:bCs/>
          <w:sz w:val="21"/>
          <w:szCs w:val="21"/>
        </w:rPr>
        <w:t xml:space="preserve">- </w:t>
      </w:r>
      <w:r w:rsidRPr="00F805FE">
        <w:rPr>
          <w:sz w:val="21"/>
          <w:szCs w:val="21"/>
        </w:rPr>
        <w:t xml:space="preserve">TİGEM 2886 Sayılı Devlet İhale Kanununa tabi olmayıp, Bu ihale </w:t>
      </w:r>
      <w:r w:rsidRPr="00F805FE">
        <w:rPr>
          <w:b/>
          <w:bCs/>
          <w:sz w:val="21"/>
          <w:szCs w:val="21"/>
        </w:rPr>
        <w:t>4734</w:t>
      </w:r>
      <w:r w:rsidRPr="00F805FE">
        <w:rPr>
          <w:sz w:val="21"/>
          <w:szCs w:val="21"/>
        </w:rPr>
        <w:t xml:space="preserve"> sayılı kanunun </w:t>
      </w:r>
      <w:r w:rsidRPr="00F805FE">
        <w:rPr>
          <w:b/>
          <w:bCs/>
          <w:sz w:val="21"/>
          <w:szCs w:val="21"/>
        </w:rPr>
        <w:t>3/g</w:t>
      </w:r>
      <w:r w:rsidRPr="00F805FE">
        <w:rPr>
          <w:sz w:val="21"/>
          <w:szCs w:val="21"/>
        </w:rPr>
        <w:t xml:space="preserve"> maddesi gereğince istisna kapsamında yapılacaktır.</w:t>
      </w:r>
    </w:p>
    <w:p w:rsidR="00061199" w:rsidRPr="00F805FE" w:rsidRDefault="00061199" w:rsidP="00131FDE">
      <w:pPr>
        <w:jc w:val="both"/>
        <w:rPr>
          <w:sz w:val="21"/>
          <w:szCs w:val="21"/>
        </w:rPr>
      </w:pPr>
      <w:r w:rsidRPr="00F805FE">
        <w:rPr>
          <w:sz w:val="21"/>
          <w:szCs w:val="21"/>
        </w:rPr>
        <w:t xml:space="preserve">        </w:t>
      </w:r>
      <w:r>
        <w:rPr>
          <w:sz w:val="21"/>
          <w:szCs w:val="21"/>
        </w:rPr>
        <w:t xml:space="preserve"> </w:t>
      </w:r>
      <w:r w:rsidRPr="00F805FE">
        <w:rPr>
          <w:sz w:val="21"/>
          <w:szCs w:val="21"/>
        </w:rPr>
        <w:t xml:space="preserve">  </w:t>
      </w:r>
      <w:r>
        <w:rPr>
          <w:sz w:val="21"/>
          <w:szCs w:val="21"/>
        </w:rPr>
        <w:t xml:space="preserve">   </w:t>
      </w:r>
      <w:r w:rsidRPr="00F805FE">
        <w:rPr>
          <w:b/>
          <w:bCs/>
          <w:sz w:val="21"/>
          <w:szCs w:val="21"/>
        </w:rPr>
        <w:t>1</w:t>
      </w:r>
      <w:r>
        <w:rPr>
          <w:b/>
          <w:bCs/>
          <w:sz w:val="21"/>
          <w:szCs w:val="21"/>
        </w:rPr>
        <w:t>0</w:t>
      </w:r>
      <w:r w:rsidRPr="00F805FE">
        <w:rPr>
          <w:b/>
          <w:bCs/>
          <w:sz w:val="21"/>
          <w:szCs w:val="21"/>
        </w:rPr>
        <w:t xml:space="preserve">- </w:t>
      </w:r>
      <w:r w:rsidRPr="00F805FE">
        <w:rPr>
          <w:sz w:val="21"/>
          <w:szCs w:val="21"/>
        </w:rPr>
        <w:t xml:space="preserve">İhalede teklif edilen en yüksek fiyatlar Onay Makamınca onaylandığı takdirde ihale kesinleşir.             </w:t>
      </w:r>
      <w:r>
        <w:rPr>
          <w:sz w:val="21"/>
          <w:szCs w:val="21"/>
        </w:rPr>
        <w:t xml:space="preserve">                </w:t>
      </w:r>
      <w:r>
        <w:rPr>
          <w:sz w:val="21"/>
          <w:szCs w:val="21"/>
        </w:rPr>
        <w:tab/>
      </w:r>
      <w:r w:rsidRPr="00F805FE">
        <w:rPr>
          <w:b/>
          <w:bCs/>
          <w:sz w:val="21"/>
          <w:szCs w:val="21"/>
        </w:rPr>
        <w:t>1</w:t>
      </w:r>
      <w:r>
        <w:rPr>
          <w:b/>
          <w:bCs/>
          <w:sz w:val="21"/>
          <w:szCs w:val="21"/>
        </w:rPr>
        <w:t>1</w:t>
      </w:r>
      <w:r w:rsidRPr="00F805FE">
        <w:rPr>
          <w:b/>
          <w:bCs/>
          <w:sz w:val="21"/>
          <w:szCs w:val="21"/>
        </w:rPr>
        <w:t>-İLAN OLUNUR.</w:t>
      </w:r>
    </w:p>
    <w:p w:rsidR="00061199" w:rsidRPr="00F805FE" w:rsidRDefault="00061199" w:rsidP="0010635E">
      <w:pPr>
        <w:ind w:left="708"/>
        <w:jc w:val="both"/>
        <w:rPr>
          <w:sz w:val="21"/>
          <w:szCs w:val="21"/>
        </w:rPr>
      </w:pPr>
      <w:r w:rsidRPr="00F805FE">
        <w:rPr>
          <w:sz w:val="21"/>
          <w:szCs w:val="21"/>
        </w:rPr>
        <w:t xml:space="preserve">                                                              </w:t>
      </w:r>
    </w:p>
    <w:p w:rsidR="00061199" w:rsidRPr="00F805FE" w:rsidRDefault="00061199" w:rsidP="0010635E">
      <w:pPr>
        <w:ind w:left="708"/>
        <w:jc w:val="both"/>
        <w:rPr>
          <w:sz w:val="21"/>
          <w:szCs w:val="21"/>
        </w:rPr>
      </w:pPr>
      <w:r w:rsidRPr="00F805FE">
        <w:rPr>
          <w:sz w:val="21"/>
          <w:szCs w:val="21"/>
        </w:rPr>
        <w:t xml:space="preserve">                                                             </w:t>
      </w:r>
    </w:p>
    <w:p w:rsidR="00061199" w:rsidRPr="00F805FE" w:rsidRDefault="00061199" w:rsidP="0010635E">
      <w:pPr>
        <w:ind w:left="708"/>
        <w:jc w:val="both"/>
        <w:rPr>
          <w:b/>
          <w:bCs/>
          <w:sz w:val="21"/>
          <w:szCs w:val="21"/>
        </w:rPr>
      </w:pPr>
      <w:r w:rsidRPr="00F805FE">
        <w:rPr>
          <w:sz w:val="21"/>
          <w:szCs w:val="21"/>
        </w:rPr>
        <w:t xml:space="preserve">                                                                </w:t>
      </w:r>
      <w:r>
        <w:rPr>
          <w:sz w:val="21"/>
          <w:szCs w:val="21"/>
        </w:rPr>
        <w:t xml:space="preserve">                  </w:t>
      </w:r>
      <w:r w:rsidRPr="00F805FE">
        <w:rPr>
          <w:b/>
          <w:bCs/>
          <w:sz w:val="21"/>
          <w:szCs w:val="21"/>
        </w:rPr>
        <w:t>CEYLANPINAR TARIM İŞLETMESİ MÜDÜRLÜĞÜ</w:t>
      </w:r>
    </w:p>
    <w:sectPr w:rsidR="00061199" w:rsidRPr="00F805FE" w:rsidSect="00B01A82">
      <w:pgSz w:w="11906" w:h="16838"/>
      <w:pgMar w:top="709" w:right="849" w:bottom="851"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embedSystemFonts/>
  <w:defaultTabStop w:val="708"/>
  <w:hyphenationZone w:val="425"/>
  <w:doNotHyphenateCaps/>
  <w:drawingGridHorizontalSpacing w:val="187"/>
  <w:displayVerticalDrawingGridEvery w:val="2"/>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4820"/>
    <w:rsid w:val="00017AAA"/>
    <w:rsid w:val="00041595"/>
    <w:rsid w:val="000426BC"/>
    <w:rsid w:val="0005525C"/>
    <w:rsid w:val="00061199"/>
    <w:rsid w:val="00061BF5"/>
    <w:rsid w:val="000701E0"/>
    <w:rsid w:val="000723EA"/>
    <w:rsid w:val="00077FE7"/>
    <w:rsid w:val="00087948"/>
    <w:rsid w:val="000A4820"/>
    <w:rsid w:val="000B1F32"/>
    <w:rsid w:val="000B2BC5"/>
    <w:rsid w:val="000D16BC"/>
    <w:rsid w:val="000D2306"/>
    <w:rsid w:val="000D5E5E"/>
    <w:rsid w:val="000E6753"/>
    <w:rsid w:val="000E73CA"/>
    <w:rsid w:val="000F1D08"/>
    <w:rsid w:val="0010635E"/>
    <w:rsid w:val="001146D4"/>
    <w:rsid w:val="00120514"/>
    <w:rsid w:val="00126C9F"/>
    <w:rsid w:val="00131FDE"/>
    <w:rsid w:val="00147D94"/>
    <w:rsid w:val="001A4187"/>
    <w:rsid w:val="001B03F9"/>
    <w:rsid w:val="001B523F"/>
    <w:rsid w:val="001C2933"/>
    <w:rsid w:val="001C505C"/>
    <w:rsid w:val="001E6E60"/>
    <w:rsid w:val="001F09D8"/>
    <w:rsid w:val="001F4549"/>
    <w:rsid w:val="001F49BD"/>
    <w:rsid w:val="001F66E7"/>
    <w:rsid w:val="001F6C67"/>
    <w:rsid w:val="00237A60"/>
    <w:rsid w:val="0024100B"/>
    <w:rsid w:val="002540CE"/>
    <w:rsid w:val="00277ADA"/>
    <w:rsid w:val="002A21CA"/>
    <w:rsid w:val="002A4DC6"/>
    <w:rsid w:val="002A6A8A"/>
    <w:rsid w:val="002C5429"/>
    <w:rsid w:val="002D1E4D"/>
    <w:rsid w:val="002F0EE8"/>
    <w:rsid w:val="002F2C1E"/>
    <w:rsid w:val="00307999"/>
    <w:rsid w:val="00314144"/>
    <w:rsid w:val="00330917"/>
    <w:rsid w:val="00340692"/>
    <w:rsid w:val="00350394"/>
    <w:rsid w:val="003B1D74"/>
    <w:rsid w:val="003C61A8"/>
    <w:rsid w:val="003D14F4"/>
    <w:rsid w:val="003D2082"/>
    <w:rsid w:val="003F021B"/>
    <w:rsid w:val="00400B59"/>
    <w:rsid w:val="00401DE4"/>
    <w:rsid w:val="00426860"/>
    <w:rsid w:val="00435506"/>
    <w:rsid w:val="00440466"/>
    <w:rsid w:val="00440F4B"/>
    <w:rsid w:val="00447529"/>
    <w:rsid w:val="00450166"/>
    <w:rsid w:val="0049778D"/>
    <w:rsid w:val="004B1497"/>
    <w:rsid w:val="004B6C81"/>
    <w:rsid w:val="004E4BE9"/>
    <w:rsid w:val="0051258A"/>
    <w:rsid w:val="00522B55"/>
    <w:rsid w:val="00523219"/>
    <w:rsid w:val="00526360"/>
    <w:rsid w:val="00540584"/>
    <w:rsid w:val="00573F65"/>
    <w:rsid w:val="0059164C"/>
    <w:rsid w:val="00592B67"/>
    <w:rsid w:val="005A60C9"/>
    <w:rsid w:val="005C39B3"/>
    <w:rsid w:val="005E23EB"/>
    <w:rsid w:val="005E3C6B"/>
    <w:rsid w:val="005F581B"/>
    <w:rsid w:val="00616871"/>
    <w:rsid w:val="006277F2"/>
    <w:rsid w:val="006325E3"/>
    <w:rsid w:val="006570AC"/>
    <w:rsid w:val="00675CCC"/>
    <w:rsid w:val="006805AB"/>
    <w:rsid w:val="00693D80"/>
    <w:rsid w:val="006B3F39"/>
    <w:rsid w:val="006C0001"/>
    <w:rsid w:val="006D517F"/>
    <w:rsid w:val="006D5600"/>
    <w:rsid w:val="006D7A48"/>
    <w:rsid w:val="006E2E39"/>
    <w:rsid w:val="006F20FC"/>
    <w:rsid w:val="006F46AA"/>
    <w:rsid w:val="006F621F"/>
    <w:rsid w:val="00713824"/>
    <w:rsid w:val="007413D2"/>
    <w:rsid w:val="00746733"/>
    <w:rsid w:val="00763580"/>
    <w:rsid w:val="0077641C"/>
    <w:rsid w:val="00786229"/>
    <w:rsid w:val="00792516"/>
    <w:rsid w:val="007A0F2B"/>
    <w:rsid w:val="007A28A8"/>
    <w:rsid w:val="007A30CB"/>
    <w:rsid w:val="007B6389"/>
    <w:rsid w:val="007E1090"/>
    <w:rsid w:val="007E1540"/>
    <w:rsid w:val="007E1B1E"/>
    <w:rsid w:val="007F10AB"/>
    <w:rsid w:val="007F365F"/>
    <w:rsid w:val="008062A8"/>
    <w:rsid w:val="00817770"/>
    <w:rsid w:val="00820955"/>
    <w:rsid w:val="00831622"/>
    <w:rsid w:val="00831E9E"/>
    <w:rsid w:val="008449D4"/>
    <w:rsid w:val="00893A2B"/>
    <w:rsid w:val="00897C5B"/>
    <w:rsid w:val="008A0A6E"/>
    <w:rsid w:val="008B3B43"/>
    <w:rsid w:val="008C7B13"/>
    <w:rsid w:val="008E4722"/>
    <w:rsid w:val="00906512"/>
    <w:rsid w:val="009130B2"/>
    <w:rsid w:val="00930A4A"/>
    <w:rsid w:val="00951281"/>
    <w:rsid w:val="00962D16"/>
    <w:rsid w:val="0098755B"/>
    <w:rsid w:val="009923CD"/>
    <w:rsid w:val="0099315E"/>
    <w:rsid w:val="009A0C87"/>
    <w:rsid w:val="009A18BD"/>
    <w:rsid w:val="009B1077"/>
    <w:rsid w:val="009C34E9"/>
    <w:rsid w:val="009D298C"/>
    <w:rsid w:val="009F1988"/>
    <w:rsid w:val="00A0362B"/>
    <w:rsid w:val="00A03C35"/>
    <w:rsid w:val="00A0717A"/>
    <w:rsid w:val="00A07452"/>
    <w:rsid w:val="00A27D60"/>
    <w:rsid w:val="00A31596"/>
    <w:rsid w:val="00A44409"/>
    <w:rsid w:val="00A5006E"/>
    <w:rsid w:val="00A5710B"/>
    <w:rsid w:val="00A73AF3"/>
    <w:rsid w:val="00A73E7F"/>
    <w:rsid w:val="00A87F5C"/>
    <w:rsid w:val="00A91429"/>
    <w:rsid w:val="00A96B60"/>
    <w:rsid w:val="00AB2876"/>
    <w:rsid w:val="00AB3145"/>
    <w:rsid w:val="00AC5849"/>
    <w:rsid w:val="00AC7B69"/>
    <w:rsid w:val="00AE660F"/>
    <w:rsid w:val="00AF6CE5"/>
    <w:rsid w:val="00B01A82"/>
    <w:rsid w:val="00B0261D"/>
    <w:rsid w:val="00B062B2"/>
    <w:rsid w:val="00B343A8"/>
    <w:rsid w:val="00B46266"/>
    <w:rsid w:val="00B84461"/>
    <w:rsid w:val="00B84EBE"/>
    <w:rsid w:val="00B95428"/>
    <w:rsid w:val="00BA2B6D"/>
    <w:rsid w:val="00BB175B"/>
    <w:rsid w:val="00BB51C6"/>
    <w:rsid w:val="00BD01C2"/>
    <w:rsid w:val="00BD25F2"/>
    <w:rsid w:val="00BD7BB8"/>
    <w:rsid w:val="00BF7E9F"/>
    <w:rsid w:val="00C03FD7"/>
    <w:rsid w:val="00C1514A"/>
    <w:rsid w:val="00C22EA9"/>
    <w:rsid w:val="00C25EB8"/>
    <w:rsid w:val="00C378FF"/>
    <w:rsid w:val="00C55E02"/>
    <w:rsid w:val="00C72683"/>
    <w:rsid w:val="00C86A1A"/>
    <w:rsid w:val="00C87FB2"/>
    <w:rsid w:val="00C90B1D"/>
    <w:rsid w:val="00C977A3"/>
    <w:rsid w:val="00CB0F62"/>
    <w:rsid w:val="00CC742B"/>
    <w:rsid w:val="00CD4B0E"/>
    <w:rsid w:val="00CE3FEB"/>
    <w:rsid w:val="00D07FAC"/>
    <w:rsid w:val="00D213AB"/>
    <w:rsid w:val="00D42F0C"/>
    <w:rsid w:val="00D44CE1"/>
    <w:rsid w:val="00D52E0C"/>
    <w:rsid w:val="00D645A4"/>
    <w:rsid w:val="00D7068B"/>
    <w:rsid w:val="00D75A1D"/>
    <w:rsid w:val="00D83907"/>
    <w:rsid w:val="00D9758A"/>
    <w:rsid w:val="00DA64D6"/>
    <w:rsid w:val="00DC66E1"/>
    <w:rsid w:val="00DD4C19"/>
    <w:rsid w:val="00DE5287"/>
    <w:rsid w:val="00E106B6"/>
    <w:rsid w:val="00E1616B"/>
    <w:rsid w:val="00E16771"/>
    <w:rsid w:val="00E23364"/>
    <w:rsid w:val="00E33D07"/>
    <w:rsid w:val="00E40828"/>
    <w:rsid w:val="00E40D38"/>
    <w:rsid w:val="00E5331A"/>
    <w:rsid w:val="00E6138C"/>
    <w:rsid w:val="00E76F66"/>
    <w:rsid w:val="00E867D6"/>
    <w:rsid w:val="00E9228A"/>
    <w:rsid w:val="00E92458"/>
    <w:rsid w:val="00EB508F"/>
    <w:rsid w:val="00EB7F62"/>
    <w:rsid w:val="00ED2831"/>
    <w:rsid w:val="00ED508B"/>
    <w:rsid w:val="00ED5DCE"/>
    <w:rsid w:val="00EE763B"/>
    <w:rsid w:val="00EF4CB4"/>
    <w:rsid w:val="00EF70DF"/>
    <w:rsid w:val="00F1067F"/>
    <w:rsid w:val="00F16F92"/>
    <w:rsid w:val="00F17373"/>
    <w:rsid w:val="00F4373E"/>
    <w:rsid w:val="00F805FE"/>
    <w:rsid w:val="00FC13AC"/>
    <w:rsid w:val="00FC3151"/>
    <w:rsid w:val="00FC414A"/>
    <w:rsid w:val="00FC6F52"/>
    <w:rsid w:val="00FD6D42"/>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98C"/>
    <w:rPr>
      <w:sz w:val="24"/>
      <w:szCs w:val="24"/>
    </w:rPr>
  </w:style>
  <w:style w:type="paragraph" w:styleId="Heading1">
    <w:name w:val="heading 1"/>
    <w:basedOn w:val="Normal"/>
    <w:next w:val="Normal"/>
    <w:link w:val="Heading1Char"/>
    <w:uiPriority w:val="99"/>
    <w:qFormat/>
    <w:rsid w:val="009D298C"/>
    <w:pPr>
      <w:keepNext/>
      <w:jc w:val="right"/>
      <w:outlineLvl w:val="0"/>
    </w:pPr>
    <w:rPr>
      <w:b/>
      <w:bCs/>
    </w:rPr>
  </w:style>
  <w:style w:type="paragraph" w:styleId="Heading4">
    <w:name w:val="heading 4"/>
    <w:basedOn w:val="Normal"/>
    <w:next w:val="Normal"/>
    <w:link w:val="Heading4Char"/>
    <w:uiPriority w:val="99"/>
    <w:qFormat/>
    <w:rsid w:val="009D298C"/>
    <w:pPr>
      <w:keepNext/>
      <w:jc w:val="center"/>
      <w:outlineLvl w:val="3"/>
    </w:pPr>
    <w:rPr>
      <w:b/>
      <w:bCs/>
      <w:sz w:val="20"/>
      <w:szCs w:val="20"/>
    </w:rPr>
  </w:style>
  <w:style w:type="paragraph" w:styleId="Heading5">
    <w:name w:val="heading 5"/>
    <w:basedOn w:val="Normal"/>
    <w:next w:val="Normal"/>
    <w:link w:val="Heading5Char"/>
    <w:uiPriority w:val="99"/>
    <w:qFormat/>
    <w:rsid w:val="009D298C"/>
    <w:pPr>
      <w:keepNext/>
      <w:jc w:val="center"/>
      <w:outlineLvl w:val="4"/>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7EFF"/>
    <w:rPr>
      <w:rFonts w:asciiTheme="majorHAnsi" w:eastAsiaTheme="majorEastAsia" w:hAnsiTheme="majorHAnsi" w:cstheme="majorBidi"/>
      <w:b/>
      <w:bCs/>
      <w:kern w:val="32"/>
      <w:sz w:val="32"/>
      <w:szCs w:val="32"/>
    </w:rPr>
  </w:style>
  <w:style w:type="character" w:customStyle="1" w:styleId="Heading4Char">
    <w:name w:val="Heading 4 Char"/>
    <w:basedOn w:val="DefaultParagraphFont"/>
    <w:link w:val="Heading4"/>
    <w:uiPriority w:val="9"/>
    <w:semiHidden/>
    <w:rsid w:val="009F7EFF"/>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9F7EFF"/>
    <w:rPr>
      <w:rFonts w:asciiTheme="minorHAnsi" w:eastAsiaTheme="minorEastAsia" w:hAnsiTheme="minorHAnsi" w:cstheme="minorBidi"/>
      <w:b/>
      <w:bCs/>
      <w:i/>
      <w:iCs/>
      <w:sz w:val="26"/>
      <w:szCs w:val="26"/>
    </w:rPr>
  </w:style>
  <w:style w:type="paragraph" w:styleId="Title">
    <w:name w:val="Title"/>
    <w:basedOn w:val="Normal"/>
    <w:link w:val="TitleChar"/>
    <w:uiPriority w:val="99"/>
    <w:qFormat/>
    <w:rsid w:val="009D298C"/>
    <w:pPr>
      <w:jc w:val="center"/>
    </w:pPr>
  </w:style>
  <w:style w:type="character" w:customStyle="1" w:styleId="TitleChar">
    <w:name w:val="Title Char"/>
    <w:basedOn w:val="DefaultParagraphFont"/>
    <w:link w:val="Title"/>
    <w:uiPriority w:val="10"/>
    <w:rsid w:val="009F7EFF"/>
    <w:rPr>
      <w:rFonts w:asciiTheme="majorHAnsi" w:eastAsiaTheme="majorEastAsia" w:hAnsiTheme="majorHAnsi" w:cstheme="majorBidi"/>
      <w:b/>
      <w:bCs/>
      <w:kern w:val="28"/>
      <w:sz w:val="32"/>
      <w:szCs w:val="32"/>
    </w:rPr>
  </w:style>
  <w:style w:type="paragraph" w:styleId="BodyTextIndent">
    <w:name w:val="Body Text Indent"/>
    <w:basedOn w:val="Normal"/>
    <w:link w:val="BodyTextIndentChar"/>
    <w:uiPriority w:val="99"/>
    <w:rsid w:val="009D298C"/>
    <w:pPr>
      <w:ind w:firstLine="708"/>
      <w:jc w:val="both"/>
    </w:pPr>
    <w:rPr>
      <w:sz w:val="22"/>
      <w:szCs w:val="22"/>
    </w:rPr>
  </w:style>
  <w:style w:type="character" w:customStyle="1" w:styleId="BodyTextIndentChar">
    <w:name w:val="Body Text Indent Char"/>
    <w:basedOn w:val="DefaultParagraphFont"/>
    <w:link w:val="BodyTextIndent"/>
    <w:uiPriority w:val="99"/>
    <w:semiHidden/>
    <w:rsid w:val="009F7EFF"/>
    <w:rPr>
      <w:sz w:val="24"/>
      <w:szCs w:val="24"/>
    </w:rPr>
  </w:style>
  <w:style w:type="paragraph" w:styleId="BodyText2">
    <w:name w:val="Body Text 2"/>
    <w:basedOn w:val="Normal"/>
    <w:link w:val="BodyText2Char"/>
    <w:uiPriority w:val="99"/>
    <w:rsid w:val="009D298C"/>
    <w:pPr>
      <w:jc w:val="both"/>
    </w:pPr>
  </w:style>
  <w:style w:type="character" w:customStyle="1" w:styleId="BodyText2Char">
    <w:name w:val="Body Text 2 Char"/>
    <w:basedOn w:val="DefaultParagraphFont"/>
    <w:link w:val="BodyText2"/>
    <w:uiPriority w:val="99"/>
    <w:semiHidden/>
    <w:rsid w:val="009F7EFF"/>
    <w:rPr>
      <w:sz w:val="24"/>
      <w:szCs w:val="24"/>
    </w:rPr>
  </w:style>
  <w:style w:type="paragraph" w:styleId="BalloonText">
    <w:name w:val="Balloon Text"/>
    <w:basedOn w:val="Normal"/>
    <w:link w:val="BalloonTextChar"/>
    <w:uiPriority w:val="99"/>
    <w:semiHidden/>
    <w:rsid w:val="00FD6D42"/>
    <w:rPr>
      <w:rFonts w:ascii="Tahoma" w:hAnsi="Tahoma" w:cs="Tahoma"/>
      <w:sz w:val="16"/>
      <w:szCs w:val="16"/>
    </w:rPr>
  </w:style>
  <w:style w:type="character" w:customStyle="1" w:styleId="BalloonTextChar">
    <w:name w:val="Balloon Text Char"/>
    <w:basedOn w:val="DefaultParagraphFont"/>
    <w:link w:val="BalloonText"/>
    <w:uiPriority w:val="99"/>
    <w:semiHidden/>
    <w:rsid w:val="009F7EFF"/>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653</Words>
  <Characters>3726</Characters>
  <Application>Microsoft Office Outlook</Application>
  <DocSecurity>0</DocSecurity>
  <Lines>0</Lines>
  <Paragraphs>0</Paragraphs>
  <ScaleCrop>false</ScaleCrop>
  <Company>GAIB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TARIM İŞLETMELERİ GENEL MÜDÜRLÜĞÜ</dc:title>
  <dc:subject/>
  <dc:creator>*</dc:creator>
  <cp:keywords/>
  <dc:description/>
  <cp:lastModifiedBy>fundaa</cp:lastModifiedBy>
  <cp:revision>2</cp:revision>
  <cp:lastPrinted>2014-03-05T08:05:00Z</cp:lastPrinted>
  <dcterms:created xsi:type="dcterms:W3CDTF">2014-04-01T08:45:00Z</dcterms:created>
  <dcterms:modified xsi:type="dcterms:W3CDTF">2014-04-01T08:45:00Z</dcterms:modified>
</cp:coreProperties>
</file>